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4535"/>
        <w:gridCol w:w="1135"/>
        <w:gridCol w:w="4253"/>
      </w:tblGrid>
      <w:tr w:rsidR="005817D0" w:rsidRPr="00CB75C1" w14:paraId="59193F7A" w14:textId="77777777" w:rsidTr="005817D0">
        <w:trPr>
          <w:trHeight w:hRule="exact" w:val="284"/>
        </w:trPr>
        <w:tc>
          <w:tcPr>
            <w:tcW w:w="4535" w:type="dxa"/>
            <w:vMerge w:val="restart"/>
            <w:vAlign w:val="bottom"/>
          </w:tcPr>
          <w:p w14:paraId="7EFECAB8" w14:textId="15351B60" w:rsidR="000B5BE0" w:rsidRPr="000B5BE0" w:rsidRDefault="002B3B20" w:rsidP="005817D0">
            <w:pPr>
              <w:rPr>
                <w:rFonts w:ascii="Arial" w:hAnsi="Arial" w:cs="Arial"/>
                <w:sz w:val="16"/>
              </w:rPr>
            </w:pPr>
            <w:r w:rsidRPr="00960F96">
              <w:rPr>
                <w:rFonts w:ascii="Arial" w:hAnsi="Arial" w:cs="Arial"/>
                <w:sz w:val="16"/>
              </w:rPr>
              <w:t xml:space="preserve">Ray </w:t>
            </w:r>
            <w:proofErr w:type="spellStart"/>
            <w:r w:rsidRPr="00960F96">
              <w:rPr>
                <w:rFonts w:ascii="Arial" w:hAnsi="Arial" w:cs="Arial"/>
                <w:sz w:val="16"/>
              </w:rPr>
              <w:t>Gym</w:t>
            </w:r>
            <w:proofErr w:type="spellEnd"/>
            <w:r w:rsidRPr="00960F96">
              <w:rPr>
                <w:rFonts w:ascii="Arial" w:hAnsi="Arial" w:cs="Arial"/>
                <w:sz w:val="16"/>
              </w:rPr>
              <w:t xml:space="preserve"> GmbH – Postfach 5 83 53 – 72764 Reutlingen</w:t>
            </w:r>
          </w:p>
        </w:tc>
        <w:tc>
          <w:tcPr>
            <w:tcW w:w="1135" w:type="dxa"/>
            <w:vMerge w:val="restart"/>
          </w:tcPr>
          <w:p w14:paraId="0FB3EF5B" w14:textId="77777777" w:rsidR="005817D0" w:rsidRPr="00CB75C1" w:rsidRDefault="005817D0" w:rsidP="003B68D2">
            <w:pPr>
              <w:rPr>
                <w:rFonts w:asciiTheme="minorHAnsi" w:hAnsiTheme="minorHAnsi"/>
                <w:sz w:val="14"/>
                <w:szCs w:val="12"/>
              </w:rPr>
            </w:pPr>
          </w:p>
        </w:tc>
        <w:tc>
          <w:tcPr>
            <w:tcW w:w="4253" w:type="dxa"/>
          </w:tcPr>
          <w:p w14:paraId="04F228F0" w14:textId="77777777" w:rsidR="005817D0" w:rsidRPr="00CB75C1" w:rsidRDefault="005817D0" w:rsidP="003B68D2">
            <w:pPr>
              <w:rPr>
                <w:rFonts w:asciiTheme="minorHAnsi" w:hAnsiTheme="minorHAnsi"/>
                <w:sz w:val="14"/>
                <w:szCs w:val="12"/>
              </w:rPr>
            </w:pPr>
          </w:p>
        </w:tc>
      </w:tr>
      <w:tr w:rsidR="005817D0" w:rsidRPr="00CB75C1" w14:paraId="2223F70D" w14:textId="77777777" w:rsidTr="00934C31">
        <w:trPr>
          <w:trHeight w:hRule="exact" w:val="720"/>
        </w:trPr>
        <w:tc>
          <w:tcPr>
            <w:tcW w:w="4535" w:type="dxa"/>
            <w:vMerge/>
            <w:vAlign w:val="bottom"/>
          </w:tcPr>
          <w:p w14:paraId="38A4FF51" w14:textId="383C8878" w:rsidR="005817D0" w:rsidRPr="009E75D2" w:rsidRDefault="005817D0" w:rsidP="00980EBF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</w:tcPr>
          <w:p w14:paraId="2CE391A8" w14:textId="77777777" w:rsidR="005817D0" w:rsidRPr="00CB75C1" w:rsidRDefault="005817D0" w:rsidP="002D50C8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vMerge w:val="restart"/>
          </w:tcPr>
          <w:p w14:paraId="69A545FC" w14:textId="77777777" w:rsidR="00CD6105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Leistungsdatum: 12.11.2025</w:t>
            </w:r>
          </w:p>
          <w:p w14:paraId="047ACE76" w14:textId="77777777" w:rsidR="00CD6105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Lieferscheinnummer: LNR2025100234</w:t>
            </w:r>
          </w:p>
          <w:p w14:paraId="764F2648" w14:textId="77777777" w:rsidR="00CD6105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Auftragsnummer: </w:t>
            </w:r>
            <w:r w:rsidRPr="00BF3CF4">
              <w:rPr>
                <w:rFonts w:ascii="Arial" w:hAnsi="Arial" w:cs="Arial"/>
              </w:rPr>
              <w:t>20/32456672</w:t>
            </w:r>
          </w:p>
          <w:p w14:paraId="557C98CF" w14:textId="77777777" w:rsidR="00CD6105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Rechnungsnummer: </w:t>
            </w:r>
            <w:r w:rsidRPr="00BF3CF4">
              <w:rPr>
                <w:rFonts w:ascii="Arial" w:hAnsi="Arial" w:cs="Arial"/>
                <w:bCs w:val="0"/>
              </w:rPr>
              <w:t>D35-2667</w:t>
            </w:r>
          </w:p>
          <w:p w14:paraId="27FF1265" w14:textId="77777777" w:rsidR="00CD6105" w:rsidRPr="009E75D2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</w:p>
          <w:p w14:paraId="7F717452" w14:textId="77777777" w:rsidR="00CD6105" w:rsidRPr="009E75D2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Name: </w:t>
            </w:r>
            <w:r>
              <w:rPr>
                <w:rFonts w:ascii="Arial" w:hAnsi="Arial" w:cs="Arial"/>
              </w:rPr>
              <w:t>&lt;</w:t>
            </w:r>
            <w:r w:rsidRPr="00BF2647">
              <w:rPr>
                <w:rFonts w:ascii="Arial" w:hAnsi="Arial" w:cs="Arial"/>
                <w:i/>
                <w:iCs/>
              </w:rPr>
              <w:t>Prüfling</w:t>
            </w:r>
            <w:r>
              <w:rPr>
                <w:rFonts w:ascii="Arial" w:hAnsi="Arial" w:cs="Arial"/>
                <w:i/>
                <w:iCs/>
              </w:rPr>
              <w:t>&gt;</w:t>
            </w:r>
          </w:p>
          <w:p w14:paraId="3E886081" w14:textId="77777777" w:rsidR="00CD6105" w:rsidRPr="009E75D2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Telefon: </w:t>
            </w:r>
            <w:r w:rsidRPr="00960F96">
              <w:rPr>
                <w:rFonts w:ascii="Arial" w:hAnsi="Arial" w:cs="Arial"/>
              </w:rPr>
              <w:t>07121 67538-33</w:t>
            </w:r>
          </w:p>
          <w:p w14:paraId="10EB124D" w14:textId="77777777" w:rsidR="00CD6105" w:rsidRPr="009E75D2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Telefax: </w:t>
            </w:r>
            <w:r w:rsidRPr="00960F96">
              <w:rPr>
                <w:rFonts w:ascii="Arial" w:hAnsi="Arial" w:cs="Arial"/>
              </w:rPr>
              <w:t>07121 67538-</w:t>
            </w:r>
            <w:r>
              <w:rPr>
                <w:rFonts w:ascii="Arial" w:hAnsi="Arial" w:cs="Arial"/>
              </w:rPr>
              <w:t>50</w:t>
            </w:r>
          </w:p>
          <w:p w14:paraId="2529DADB" w14:textId="77777777" w:rsidR="00CD6105" w:rsidRPr="009E75D2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E-Mail: </w:t>
            </w:r>
            <w:r>
              <w:rPr>
                <w:rFonts w:ascii="Arial" w:hAnsi="Arial" w:cs="Arial"/>
              </w:rPr>
              <w:t>&lt;</w:t>
            </w:r>
            <w:proofErr w:type="spellStart"/>
            <w:r w:rsidRPr="002B3B20">
              <w:rPr>
                <w:rFonts w:ascii="Arial" w:hAnsi="Arial" w:cs="Arial"/>
                <w:i/>
                <w:iCs/>
              </w:rPr>
              <w:t>prüfling</w:t>
            </w:r>
            <w:proofErr w:type="spellEnd"/>
            <w:r>
              <w:rPr>
                <w:rFonts w:ascii="Arial" w:hAnsi="Arial" w:cs="Arial"/>
                <w:i/>
                <w:iCs/>
              </w:rPr>
              <w:t>&gt;</w:t>
            </w:r>
            <w:r w:rsidRPr="007470D1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</w:rPr>
              <w:t>raygym</w:t>
            </w:r>
            <w:r w:rsidRPr="007470D1">
              <w:rPr>
                <w:rFonts w:ascii="Arial" w:hAnsi="Arial" w:cs="Arial"/>
              </w:rPr>
              <w:t>.com</w:t>
            </w:r>
          </w:p>
          <w:p w14:paraId="51BDD6F4" w14:textId="77777777" w:rsidR="00CD6105" w:rsidRPr="009E75D2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</w:p>
          <w:p w14:paraId="7AEC2ED8" w14:textId="77777777" w:rsidR="00CD6105" w:rsidRPr="009E75D2" w:rsidRDefault="00CD6105" w:rsidP="00CD6105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t xml:space="preserve">Datum: </w:t>
            </w:r>
            <w:r>
              <w:rPr>
                <w:rFonts w:ascii="Arial" w:hAnsi="Arial" w:cs="Arial"/>
              </w:rPr>
              <w:t>14.11.2025</w:t>
            </w:r>
          </w:p>
          <w:p w14:paraId="0AE584CA" w14:textId="77777777" w:rsidR="005817D0" w:rsidRPr="00CB75C1" w:rsidRDefault="005817D0" w:rsidP="00B92581">
            <w:pPr>
              <w:tabs>
                <w:tab w:val="left" w:pos="1701"/>
              </w:tabs>
              <w:spacing w:line="240" w:lineRule="exact"/>
              <w:rPr>
                <w:rFonts w:asciiTheme="minorHAnsi" w:hAnsiTheme="minorHAnsi"/>
              </w:rPr>
            </w:pPr>
          </w:p>
        </w:tc>
      </w:tr>
      <w:tr w:rsidR="003B3613" w:rsidRPr="00CB75C1" w14:paraId="09843CC2" w14:textId="77777777" w:rsidTr="00934C31">
        <w:trPr>
          <w:trHeight w:hRule="exact" w:val="1977"/>
        </w:trPr>
        <w:tc>
          <w:tcPr>
            <w:tcW w:w="4535" w:type="dxa"/>
          </w:tcPr>
          <w:p w14:paraId="2A6B57F4" w14:textId="77777777" w:rsidR="003B3613" w:rsidRPr="009E75D2" w:rsidRDefault="003B3613" w:rsidP="002D50C8">
            <w:pPr>
              <w:rPr>
                <w:rFonts w:ascii="Arial" w:hAnsi="Arial" w:cs="Arial"/>
              </w:rPr>
            </w:pPr>
            <w:r w:rsidRPr="009E75D2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0" w:name="Text8"/>
            <w:r w:rsidRPr="009E75D2">
              <w:rPr>
                <w:rFonts w:ascii="Arial" w:hAnsi="Arial" w:cs="Arial"/>
              </w:rPr>
              <w:instrText xml:space="preserve"> FORMTEXT </w:instrText>
            </w:r>
            <w:r w:rsidRPr="009E75D2">
              <w:rPr>
                <w:rFonts w:ascii="Arial" w:hAnsi="Arial" w:cs="Arial"/>
              </w:rPr>
            </w:r>
            <w:r w:rsidRPr="009E75D2">
              <w:rPr>
                <w:rFonts w:ascii="Arial" w:hAnsi="Arial" w:cs="Arial"/>
              </w:rPr>
              <w:fldChar w:fldCharType="separate"/>
            </w:r>
            <w:r w:rsidRPr="009E75D2">
              <w:rPr>
                <w:rFonts w:ascii="Arial" w:hAnsi="Arial" w:cs="Arial"/>
                <w:noProof/>
              </w:rPr>
              <w:t> </w:t>
            </w:r>
            <w:r w:rsidRPr="009E75D2">
              <w:rPr>
                <w:rFonts w:ascii="Arial" w:hAnsi="Arial" w:cs="Arial"/>
                <w:noProof/>
              </w:rPr>
              <w:t> </w:t>
            </w:r>
            <w:r w:rsidRPr="009E75D2">
              <w:rPr>
                <w:rFonts w:ascii="Arial" w:hAnsi="Arial" w:cs="Arial"/>
                <w:noProof/>
              </w:rPr>
              <w:t> </w:t>
            </w:r>
            <w:r w:rsidRPr="009E75D2">
              <w:rPr>
                <w:rFonts w:ascii="Arial" w:hAnsi="Arial" w:cs="Arial"/>
                <w:noProof/>
              </w:rPr>
              <w:t> </w:t>
            </w:r>
            <w:r w:rsidRPr="009E75D2">
              <w:rPr>
                <w:rFonts w:ascii="Arial" w:hAnsi="Arial" w:cs="Arial"/>
                <w:noProof/>
              </w:rPr>
              <w:t> </w:t>
            </w:r>
            <w:r w:rsidRPr="009E75D2">
              <w:rPr>
                <w:rFonts w:ascii="Arial" w:hAnsi="Arial" w:cs="Arial"/>
              </w:rPr>
              <w:fldChar w:fldCharType="end"/>
            </w:r>
            <w:bookmarkEnd w:id="0"/>
          </w:p>
          <w:p w14:paraId="7319FEBC" w14:textId="5F1190F4" w:rsidR="003B3613" w:rsidRPr="009E75D2" w:rsidRDefault="003B3613" w:rsidP="002D50C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</w:tcPr>
          <w:p w14:paraId="474E5CFF" w14:textId="77777777" w:rsidR="003B3613" w:rsidRPr="00CB75C1" w:rsidRDefault="003B3613" w:rsidP="002D50C8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vMerge/>
          </w:tcPr>
          <w:p w14:paraId="24526F4A" w14:textId="77777777" w:rsidR="003B3613" w:rsidRPr="00CB75C1" w:rsidRDefault="003B3613" w:rsidP="002D50C8">
            <w:pPr>
              <w:rPr>
                <w:rFonts w:asciiTheme="minorHAnsi" w:hAnsiTheme="minorHAnsi"/>
              </w:rPr>
            </w:pPr>
          </w:p>
        </w:tc>
        <w:bookmarkStart w:id="1" w:name="_GoBack"/>
        <w:bookmarkEnd w:id="1"/>
      </w:tr>
    </w:tbl>
    <w:p w14:paraId="311B8DE8" w14:textId="77777777" w:rsidR="00CB4CE6" w:rsidRPr="00732655" w:rsidRDefault="00CB4CE6" w:rsidP="00F3391F">
      <w:pPr>
        <w:rPr>
          <w:rFonts w:ascii="Arial" w:hAnsi="Arial" w:cs="Arial"/>
          <w:sz w:val="24"/>
        </w:rPr>
      </w:pPr>
    </w:p>
    <w:p w14:paraId="091FD64D" w14:textId="77777777" w:rsidR="00F3391F" w:rsidRPr="00732655" w:rsidRDefault="00F3391F" w:rsidP="00F3391F">
      <w:pPr>
        <w:rPr>
          <w:rFonts w:ascii="Arial" w:hAnsi="Arial" w:cs="Arial"/>
          <w:sz w:val="24"/>
        </w:rPr>
      </w:pPr>
    </w:p>
    <w:p w14:paraId="49D88202" w14:textId="77777777" w:rsidR="002B3B20" w:rsidRPr="002B3B20" w:rsidRDefault="002B3B20" w:rsidP="002B3B20">
      <w:pPr>
        <w:rPr>
          <w:rFonts w:ascii="Arial" w:hAnsi="Arial" w:cs="Arial"/>
          <w:b/>
          <w:bCs w:val="0"/>
        </w:rPr>
      </w:pPr>
      <w:r w:rsidRPr="002B3B20">
        <w:rPr>
          <w:rFonts w:ascii="Arial" w:hAnsi="Arial" w:cs="Arial"/>
          <w:b/>
          <w:bCs w:val="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B3B20">
        <w:rPr>
          <w:rFonts w:ascii="Arial" w:hAnsi="Arial" w:cs="Arial"/>
          <w:b/>
          <w:bCs w:val="0"/>
        </w:rPr>
        <w:instrText xml:space="preserve"> FORMTEXT </w:instrText>
      </w:r>
      <w:r w:rsidRPr="002B3B20">
        <w:rPr>
          <w:rFonts w:ascii="Arial" w:hAnsi="Arial" w:cs="Arial"/>
          <w:b/>
          <w:bCs w:val="0"/>
        </w:rPr>
      </w:r>
      <w:r w:rsidRPr="002B3B20">
        <w:rPr>
          <w:rFonts w:ascii="Arial" w:hAnsi="Arial" w:cs="Arial"/>
          <w:b/>
          <w:bCs w:val="0"/>
        </w:rPr>
        <w:fldChar w:fldCharType="separate"/>
      </w:r>
      <w:r w:rsidRPr="002B3B20">
        <w:rPr>
          <w:rFonts w:ascii="Arial" w:hAnsi="Arial" w:cs="Arial"/>
          <w:b/>
          <w:bCs w:val="0"/>
          <w:noProof/>
        </w:rPr>
        <w:t> </w:t>
      </w:r>
      <w:r w:rsidRPr="002B3B20">
        <w:rPr>
          <w:rFonts w:ascii="Arial" w:hAnsi="Arial" w:cs="Arial"/>
          <w:b/>
          <w:bCs w:val="0"/>
          <w:noProof/>
        </w:rPr>
        <w:t> </w:t>
      </w:r>
      <w:r w:rsidRPr="002B3B20">
        <w:rPr>
          <w:rFonts w:ascii="Arial" w:hAnsi="Arial" w:cs="Arial"/>
          <w:b/>
          <w:bCs w:val="0"/>
          <w:noProof/>
        </w:rPr>
        <w:t> </w:t>
      </w:r>
      <w:r w:rsidRPr="002B3B20">
        <w:rPr>
          <w:rFonts w:ascii="Arial" w:hAnsi="Arial" w:cs="Arial"/>
          <w:b/>
          <w:bCs w:val="0"/>
          <w:noProof/>
        </w:rPr>
        <w:t> </w:t>
      </w:r>
      <w:r w:rsidRPr="002B3B20">
        <w:rPr>
          <w:rFonts w:ascii="Arial" w:hAnsi="Arial" w:cs="Arial"/>
          <w:b/>
          <w:bCs w:val="0"/>
          <w:noProof/>
        </w:rPr>
        <w:t> </w:t>
      </w:r>
      <w:r w:rsidRPr="002B3B20">
        <w:rPr>
          <w:rFonts w:ascii="Arial" w:hAnsi="Arial" w:cs="Arial"/>
          <w:b/>
          <w:bCs w:val="0"/>
        </w:rPr>
        <w:fldChar w:fldCharType="end"/>
      </w:r>
    </w:p>
    <w:p w14:paraId="5FC0CA6A" w14:textId="77777777" w:rsidR="00493D8D" w:rsidRPr="00732655" w:rsidRDefault="00493D8D">
      <w:pPr>
        <w:rPr>
          <w:rFonts w:ascii="Arial" w:hAnsi="Arial" w:cs="Arial"/>
        </w:rPr>
      </w:pPr>
    </w:p>
    <w:p w14:paraId="022234FB" w14:textId="77777777" w:rsidR="00493D8D" w:rsidRPr="00732655" w:rsidRDefault="00493D8D">
      <w:pPr>
        <w:rPr>
          <w:rFonts w:ascii="Arial" w:hAnsi="Arial" w:cs="Arial"/>
        </w:rPr>
      </w:pPr>
    </w:p>
    <w:p w14:paraId="12006836" w14:textId="77777777" w:rsidR="002B3B20" w:rsidRPr="009E75D2" w:rsidRDefault="002B3B20" w:rsidP="002B3B20">
      <w:pPr>
        <w:rPr>
          <w:rFonts w:ascii="Arial" w:hAnsi="Arial" w:cs="Arial"/>
        </w:rPr>
      </w:pPr>
      <w:r w:rsidRPr="009E75D2"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9E75D2">
        <w:rPr>
          <w:rFonts w:ascii="Arial" w:hAnsi="Arial" w:cs="Arial"/>
        </w:rPr>
        <w:instrText xml:space="preserve"> FORMTEXT </w:instrText>
      </w:r>
      <w:r w:rsidRPr="009E75D2">
        <w:rPr>
          <w:rFonts w:ascii="Arial" w:hAnsi="Arial" w:cs="Arial"/>
        </w:rPr>
      </w:r>
      <w:r w:rsidRPr="009E75D2">
        <w:rPr>
          <w:rFonts w:ascii="Arial" w:hAnsi="Arial" w:cs="Arial"/>
        </w:rPr>
        <w:fldChar w:fldCharType="separate"/>
      </w:r>
      <w:r w:rsidRPr="009E75D2">
        <w:rPr>
          <w:rFonts w:ascii="Arial" w:hAnsi="Arial" w:cs="Arial"/>
          <w:noProof/>
        </w:rPr>
        <w:t> </w:t>
      </w:r>
      <w:r w:rsidRPr="009E75D2">
        <w:rPr>
          <w:rFonts w:ascii="Arial" w:hAnsi="Arial" w:cs="Arial"/>
          <w:noProof/>
        </w:rPr>
        <w:t> </w:t>
      </w:r>
      <w:r w:rsidRPr="009E75D2">
        <w:rPr>
          <w:rFonts w:ascii="Arial" w:hAnsi="Arial" w:cs="Arial"/>
          <w:noProof/>
        </w:rPr>
        <w:t> </w:t>
      </w:r>
      <w:r w:rsidRPr="009E75D2">
        <w:rPr>
          <w:rFonts w:ascii="Arial" w:hAnsi="Arial" w:cs="Arial"/>
          <w:noProof/>
        </w:rPr>
        <w:t> </w:t>
      </w:r>
      <w:r w:rsidRPr="009E75D2">
        <w:rPr>
          <w:rFonts w:ascii="Arial" w:hAnsi="Arial" w:cs="Arial"/>
          <w:noProof/>
        </w:rPr>
        <w:t> </w:t>
      </w:r>
      <w:r w:rsidRPr="009E75D2">
        <w:rPr>
          <w:rFonts w:ascii="Arial" w:hAnsi="Arial" w:cs="Arial"/>
        </w:rPr>
        <w:fldChar w:fldCharType="end"/>
      </w:r>
    </w:p>
    <w:p w14:paraId="52869A20" w14:textId="33A852A2" w:rsidR="00526D4E" w:rsidRPr="002B3B20" w:rsidRDefault="00526D4E">
      <w:pPr>
        <w:rPr>
          <w:rFonts w:ascii="Arial" w:hAnsi="Arial" w:cs="Arial"/>
          <w:lang w:val="en-US"/>
        </w:rPr>
      </w:pPr>
    </w:p>
    <w:sectPr w:rsidR="00526D4E" w:rsidRPr="002B3B20" w:rsidSect="00105670">
      <w:headerReference w:type="default" r:id="rId9"/>
      <w:footerReference w:type="default" r:id="rId10"/>
      <w:type w:val="continuous"/>
      <w:pgSz w:w="11906" w:h="16838" w:code="9"/>
      <w:pgMar w:top="2552" w:right="1134" w:bottom="1134" w:left="1418" w:header="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3877C" w14:textId="77777777" w:rsidR="00975AC1" w:rsidRDefault="00975AC1" w:rsidP="003B68D2">
      <w:r>
        <w:separator/>
      </w:r>
    </w:p>
  </w:endnote>
  <w:endnote w:type="continuationSeparator" w:id="0">
    <w:p w14:paraId="1D1EF14F" w14:textId="77777777" w:rsidR="00975AC1" w:rsidRDefault="00975AC1" w:rsidP="003B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2410"/>
      <w:gridCol w:w="1417"/>
      <w:gridCol w:w="1701"/>
      <w:gridCol w:w="2127"/>
    </w:tblGrid>
    <w:tr w:rsidR="002B3B20" w:rsidRPr="009E75D2" w14:paraId="5B381DDC" w14:textId="77777777" w:rsidTr="003E4E8C">
      <w:tc>
        <w:tcPr>
          <w:tcW w:w="1276" w:type="dxa"/>
          <w:tcBorders>
            <w:top w:val="single" w:sz="4" w:space="0" w:color="auto"/>
          </w:tcBorders>
        </w:tcPr>
        <w:p w14:paraId="12F1047C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Hausanschrift:</w:t>
          </w:r>
        </w:p>
      </w:tc>
      <w:tc>
        <w:tcPr>
          <w:tcW w:w="2410" w:type="dxa"/>
          <w:tcBorders>
            <w:top w:val="single" w:sz="4" w:space="0" w:color="auto"/>
          </w:tcBorders>
        </w:tcPr>
        <w:p w14:paraId="4345B93A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Kommunikationsdaten:</w:t>
          </w:r>
        </w:p>
      </w:tc>
      <w:tc>
        <w:tcPr>
          <w:tcW w:w="1417" w:type="dxa"/>
          <w:tcBorders>
            <w:top w:val="single" w:sz="4" w:space="0" w:color="auto"/>
          </w:tcBorders>
        </w:tcPr>
        <w:p w14:paraId="64DFB80A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01518E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Geschäftsführer</w:t>
          </w: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/-in:</w:t>
          </w:r>
        </w:p>
      </w:tc>
      <w:tc>
        <w:tcPr>
          <w:tcW w:w="1701" w:type="dxa"/>
          <w:tcBorders>
            <w:top w:val="single" w:sz="4" w:space="0" w:color="auto"/>
          </w:tcBorders>
        </w:tcPr>
        <w:p w14:paraId="75A44CE5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Gerichtsstand Stuttgart</w:t>
          </w:r>
        </w:p>
      </w:tc>
      <w:tc>
        <w:tcPr>
          <w:tcW w:w="2127" w:type="dxa"/>
          <w:tcBorders>
            <w:top w:val="single" w:sz="4" w:space="0" w:color="auto"/>
          </w:tcBorders>
        </w:tcPr>
        <w:p w14:paraId="3B26D14C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Bankverbindung:</w:t>
          </w:r>
        </w:p>
      </w:tc>
    </w:tr>
    <w:tr w:rsidR="002B3B20" w:rsidRPr="009E75D2" w14:paraId="22ED8388" w14:textId="77777777" w:rsidTr="003E4E8C">
      <w:tc>
        <w:tcPr>
          <w:tcW w:w="1276" w:type="dxa"/>
        </w:tcPr>
        <w:p w14:paraId="12DE652E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Ray </w:t>
          </w:r>
          <w:proofErr w:type="spellStart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Gym</w:t>
          </w:r>
          <w:proofErr w:type="spellEnd"/>
          <w:r w:rsidRPr="0001518E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GmbH</w:t>
          </w:r>
        </w:p>
      </w:tc>
      <w:tc>
        <w:tcPr>
          <w:tcW w:w="2410" w:type="dxa"/>
        </w:tcPr>
        <w:p w14:paraId="78DC4A88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Telefon: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</w:t>
          </w:r>
          <w:r w:rsidRPr="00CB3142">
            <w:rPr>
              <w:rFonts w:ascii="Arial" w:hAnsi="Arial" w:cs="Arial"/>
              <w:sz w:val="12"/>
              <w:szCs w:val="12"/>
            </w:rPr>
            <w:t>07121 67538</w:t>
          </w:r>
          <w:r>
            <w:rPr>
              <w:rFonts w:ascii="Arial" w:hAnsi="Arial" w:cs="Arial"/>
              <w:sz w:val="12"/>
              <w:szCs w:val="12"/>
            </w:rPr>
            <w:t>-0</w:t>
          </w:r>
        </w:p>
      </w:tc>
      <w:tc>
        <w:tcPr>
          <w:tcW w:w="1417" w:type="dxa"/>
        </w:tcPr>
        <w:p w14:paraId="362445C8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Isabella Gold</w:t>
          </w:r>
        </w:p>
      </w:tc>
      <w:tc>
        <w:tcPr>
          <w:tcW w:w="1701" w:type="dxa"/>
        </w:tcPr>
        <w:p w14:paraId="2895E598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HRA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2467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Reutlingen</w:t>
          </w:r>
        </w:p>
      </w:tc>
      <w:tc>
        <w:tcPr>
          <w:tcW w:w="2127" w:type="dxa"/>
        </w:tcPr>
        <w:p w14:paraId="1995CD31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Kreissparkasse Reutlingen</w:t>
          </w:r>
        </w:p>
      </w:tc>
    </w:tr>
    <w:tr w:rsidR="002B3B20" w:rsidRPr="009E75D2" w14:paraId="0E9221A3" w14:textId="77777777" w:rsidTr="003E4E8C">
      <w:tc>
        <w:tcPr>
          <w:tcW w:w="1276" w:type="dxa"/>
        </w:tcPr>
        <w:p w14:paraId="0CDBAAC3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Stuttgarter Straße 12</w:t>
          </w:r>
        </w:p>
      </w:tc>
      <w:tc>
        <w:tcPr>
          <w:tcW w:w="2410" w:type="dxa"/>
        </w:tcPr>
        <w:p w14:paraId="6232B0B6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Telefax: </w:t>
          </w:r>
          <w:r w:rsidRPr="00CB3142">
            <w:rPr>
              <w:rFonts w:ascii="Arial" w:hAnsi="Arial" w:cs="Arial"/>
              <w:sz w:val="12"/>
              <w:szCs w:val="12"/>
            </w:rPr>
            <w:t>07121 67538</w:t>
          </w:r>
          <w:r>
            <w:rPr>
              <w:rFonts w:ascii="Arial" w:hAnsi="Arial" w:cs="Arial"/>
              <w:sz w:val="12"/>
              <w:szCs w:val="12"/>
            </w:rPr>
            <w:t>-50</w:t>
          </w:r>
        </w:p>
      </w:tc>
      <w:tc>
        <w:tcPr>
          <w:tcW w:w="1417" w:type="dxa"/>
        </w:tcPr>
        <w:p w14:paraId="4DB226F5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</w:p>
      </w:tc>
      <w:tc>
        <w:tcPr>
          <w:tcW w:w="1701" w:type="dxa"/>
        </w:tcPr>
        <w:p w14:paraId="468D73F9" w14:textId="77777777" w:rsidR="002B3B20" w:rsidRPr="0001518E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Steuer-Nr.: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1430671722</w:t>
          </w:r>
        </w:p>
      </w:tc>
      <w:tc>
        <w:tcPr>
          <w:tcW w:w="2127" w:type="dxa"/>
        </w:tcPr>
        <w:p w14:paraId="3BA6F1AC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IBAN DE89 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6405 0000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0532 0130 00</w:t>
          </w:r>
        </w:p>
      </w:tc>
    </w:tr>
    <w:tr w:rsidR="002B3B20" w:rsidRPr="009E75D2" w14:paraId="0C66CD42" w14:textId="77777777" w:rsidTr="003E4E8C">
      <w:tc>
        <w:tcPr>
          <w:tcW w:w="1276" w:type="dxa"/>
        </w:tcPr>
        <w:p w14:paraId="17212F00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72764 Reutlingen</w:t>
          </w:r>
        </w:p>
      </w:tc>
      <w:tc>
        <w:tcPr>
          <w:tcW w:w="2410" w:type="dxa"/>
        </w:tcPr>
        <w:p w14:paraId="6F14E319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E-Mail: 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info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@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raygym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.com</w:t>
          </w:r>
        </w:p>
      </w:tc>
      <w:tc>
        <w:tcPr>
          <w:tcW w:w="1417" w:type="dxa"/>
        </w:tcPr>
        <w:p w14:paraId="0F591698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</w:p>
      </w:tc>
      <w:tc>
        <w:tcPr>
          <w:tcW w:w="1701" w:type="dxa"/>
        </w:tcPr>
        <w:p w14:paraId="67C476E5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proofErr w:type="spellStart"/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USt</w:t>
          </w:r>
          <w:proofErr w:type="spellEnd"/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.-</w:t>
          </w:r>
          <w:proofErr w:type="spellStart"/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IdNr</w:t>
          </w:r>
          <w:proofErr w:type="spellEnd"/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.: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DE 183631402</w:t>
          </w:r>
        </w:p>
      </w:tc>
      <w:tc>
        <w:tcPr>
          <w:tcW w:w="2127" w:type="dxa"/>
        </w:tcPr>
        <w:p w14:paraId="77121970" w14:textId="77777777" w:rsidR="002B3B20" w:rsidRPr="009E75D2" w:rsidRDefault="002B3B20" w:rsidP="002B3B20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SWIFT-Code 1122 49 22 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882</w:t>
          </w:r>
        </w:p>
      </w:tc>
    </w:tr>
  </w:tbl>
  <w:p w14:paraId="3DD92921" w14:textId="77777777" w:rsidR="00493D8D" w:rsidRPr="00105670" w:rsidRDefault="00493D8D" w:rsidP="00105670">
    <w:pPr>
      <w:tabs>
        <w:tab w:val="center" w:pos="4536"/>
        <w:tab w:val="right" w:pos="9072"/>
      </w:tabs>
      <w:jc w:val="cen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A0C08" w14:textId="77777777" w:rsidR="00975AC1" w:rsidRDefault="00975AC1" w:rsidP="003B68D2">
      <w:r>
        <w:separator/>
      </w:r>
    </w:p>
  </w:footnote>
  <w:footnote w:type="continuationSeparator" w:id="0">
    <w:p w14:paraId="35C45F74" w14:textId="77777777" w:rsidR="00975AC1" w:rsidRDefault="00975AC1" w:rsidP="003B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AACB" w14:textId="67D72642" w:rsidR="003B68D2" w:rsidRDefault="002B3B20" w:rsidP="0001518E">
    <w:pPr>
      <w:pStyle w:val="Kopfzeile"/>
    </w:pPr>
    <w:r w:rsidRPr="00AA35C6">
      <w:rPr>
        <w:noProof/>
      </w:rPr>
      <w:drawing>
        <wp:anchor distT="0" distB="0" distL="114300" distR="114300" simplePos="0" relativeHeight="251666432" behindDoc="0" locked="0" layoutInCell="1" allowOverlap="1" wp14:anchorId="43E39628" wp14:editId="3BD4D3C3">
          <wp:simplePos x="0" y="0"/>
          <wp:positionH relativeFrom="column">
            <wp:posOffset>3886200</wp:posOffset>
          </wp:positionH>
          <wp:positionV relativeFrom="paragraph">
            <wp:posOffset>84878</wp:posOffset>
          </wp:positionV>
          <wp:extent cx="2060619" cy="1533484"/>
          <wp:effectExtent l="0" t="0" r="0" b="0"/>
          <wp:wrapSquare wrapText="bothSides"/>
          <wp:docPr id="1757110023" name="Grafik 2" descr="Ein Bild, das Symbol, Emblem, Logo, Herz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110023" name="Grafik 2" descr="Ein Bild, das Symbol, Emblem, Logo, Herz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493" t="20177" r="6664" b="41963"/>
                  <a:stretch>
                    <a:fillRect/>
                  </a:stretch>
                </pic:blipFill>
                <pic:spPr bwMode="auto">
                  <a:xfrm>
                    <a:off x="0" y="0"/>
                    <a:ext cx="2060619" cy="153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4C31"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4D276DED" wp14:editId="6A15F7FA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198120" cy="0"/>
              <wp:effectExtent l="12700" t="12700" r="8255" b="63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81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C369BA" id="Line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421pt" to="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jk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">
              <w10:wrap anchorx="page" anchory="page"/>
              <w10:anchorlock/>
            </v:line>
          </w:pict>
        </mc:Fallback>
      </mc:AlternateContent>
    </w:r>
    <w:r w:rsidR="00934C31"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D2ED927" wp14:editId="794D77B8">
              <wp:simplePos x="0" y="0"/>
              <wp:positionH relativeFrom="page">
                <wp:posOffset>85090</wp:posOffset>
              </wp:positionH>
              <wp:positionV relativeFrom="page">
                <wp:posOffset>7560945</wp:posOffset>
              </wp:positionV>
              <wp:extent cx="125730" cy="0"/>
              <wp:effectExtent l="8890" t="7620" r="8255" b="1143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57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5F3ACE"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.7pt,595.35pt" to="16.6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BTEgIAACc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">
              <w10:wrap anchorx="page" anchory="page"/>
              <w10:anchorlock/>
            </v:line>
          </w:pict>
        </mc:Fallback>
      </mc:AlternateContent>
    </w:r>
    <w:r w:rsidR="00934C31"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2BF6C3C8" wp14:editId="34C1A5E6">
              <wp:simplePos x="0" y="0"/>
              <wp:positionH relativeFrom="page">
                <wp:posOffset>85090</wp:posOffset>
              </wp:positionH>
              <wp:positionV relativeFrom="page">
                <wp:posOffset>3780790</wp:posOffset>
              </wp:positionV>
              <wp:extent cx="125730" cy="0"/>
              <wp:effectExtent l="8890" t="8890" r="8255" b="1016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57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C240A7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.7pt,297.7pt" to="16.6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VcbEwIAACc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">
              <w10:wrap anchorx="page" anchory="page"/>
              <w10:anchorlock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C31"/>
    <w:rsid w:val="0001518E"/>
    <w:rsid w:val="000B5BE0"/>
    <w:rsid w:val="000F74FF"/>
    <w:rsid w:val="00105670"/>
    <w:rsid w:val="001368AF"/>
    <w:rsid w:val="001621E1"/>
    <w:rsid w:val="00167E25"/>
    <w:rsid w:val="00190907"/>
    <w:rsid w:val="001B3227"/>
    <w:rsid w:val="00276228"/>
    <w:rsid w:val="00286BC2"/>
    <w:rsid w:val="002B3B20"/>
    <w:rsid w:val="002D50C8"/>
    <w:rsid w:val="002E4113"/>
    <w:rsid w:val="002E7CE8"/>
    <w:rsid w:val="00323F02"/>
    <w:rsid w:val="003242DC"/>
    <w:rsid w:val="003A5AE4"/>
    <w:rsid w:val="003B3613"/>
    <w:rsid w:val="003B68D2"/>
    <w:rsid w:val="00424B01"/>
    <w:rsid w:val="00430545"/>
    <w:rsid w:val="0045019B"/>
    <w:rsid w:val="00476345"/>
    <w:rsid w:val="00493D8D"/>
    <w:rsid w:val="004F676D"/>
    <w:rsid w:val="00526D4E"/>
    <w:rsid w:val="00530A48"/>
    <w:rsid w:val="00573CED"/>
    <w:rsid w:val="005766D4"/>
    <w:rsid w:val="005817D0"/>
    <w:rsid w:val="0058501A"/>
    <w:rsid w:val="005A0AEB"/>
    <w:rsid w:val="005A2899"/>
    <w:rsid w:val="005B6ACD"/>
    <w:rsid w:val="006A4B7E"/>
    <w:rsid w:val="00732655"/>
    <w:rsid w:val="007470D1"/>
    <w:rsid w:val="007D7D6D"/>
    <w:rsid w:val="007E03AC"/>
    <w:rsid w:val="00807FC0"/>
    <w:rsid w:val="008821C4"/>
    <w:rsid w:val="008958A3"/>
    <w:rsid w:val="008C0B47"/>
    <w:rsid w:val="008E30B1"/>
    <w:rsid w:val="008F7A67"/>
    <w:rsid w:val="00934C31"/>
    <w:rsid w:val="00941430"/>
    <w:rsid w:val="00975AC1"/>
    <w:rsid w:val="00980EBF"/>
    <w:rsid w:val="00987A61"/>
    <w:rsid w:val="009E75D2"/>
    <w:rsid w:val="00A106EC"/>
    <w:rsid w:val="00A12104"/>
    <w:rsid w:val="00B54E37"/>
    <w:rsid w:val="00B73B8E"/>
    <w:rsid w:val="00B92581"/>
    <w:rsid w:val="00B96DAD"/>
    <w:rsid w:val="00C031BD"/>
    <w:rsid w:val="00C93D2A"/>
    <w:rsid w:val="00CB4CE6"/>
    <w:rsid w:val="00CB75C1"/>
    <w:rsid w:val="00CD6105"/>
    <w:rsid w:val="00E41ADA"/>
    <w:rsid w:val="00E46C37"/>
    <w:rsid w:val="00E61B81"/>
    <w:rsid w:val="00E62702"/>
    <w:rsid w:val="00EA3AB7"/>
    <w:rsid w:val="00EA5893"/>
    <w:rsid w:val="00EA5BE5"/>
    <w:rsid w:val="00EC7DEA"/>
    <w:rsid w:val="00EE2109"/>
    <w:rsid w:val="00EE5FED"/>
    <w:rsid w:val="00F108D4"/>
    <w:rsid w:val="00F3391F"/>
    <w:rsid w:val="00F64063"/>
    <w:rsid w:val="00FD4286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9289D5"/>
  <w15:docId w15:val="{E26F6C3B-D93D-46C6-A18A-656D55B3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bCs/>
        <w:sz w:val="22"/>
        <w:szCs w:val="16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4286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68D2"/>
    <w:rPr>
      <w:rFonts w:ascii="Tahoma" w:hAnsi="Tahoma" w:cs="Tahoma"/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68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6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B68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68D2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3B68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B68D2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763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-Januar-2012\Winklers-Verlag\HOB-Band-2-7287-2009\2-Auflage-&#220;-2011\Master-7287_CD-2011-09-16\Kapitel-3\Briefvorlage-Schneider-Standa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D201A8819A2A46BA66F5AE465FEF31" ma:contentTypeVersion="6" ma:contentTypeDescription="Ein neues Dokument erstellen." ma:contentTypeScope="" ma:versionID="82e718871e4bb82add921913ff7f0206">
  <xsd:schema xmlns:xsd="http://www.w3.org/2001/XMLSchema" xmlns:xs="http://www.w3.org/2001/XMLSchema" xmlns:p="http://schemas.microsoft.com/office/2006/metadata/properties" xmlns:ns2="1de5507f-fa1b-4410-82e5-31f11d18d8b4" xmlns:ns3="1471cbf8-bde7-4ab0-914b-52189f074180" targetNamespace="http://schemas.microsoft.com/office/2006/metadata/properties" ma:root="true" ma:fieldsID="aec8e26487eaa17090d2a7720a354ec7" ns2:_="" ns3:_="">
    <xsd:import namespace="1de5507f-fa1b-4410-82e5-31f11d18d8b4"/>
    <xsd:import namespace="1471cbf8-bde7-4ab0-914b-52189f0741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5507f-fa1b-4410-82e5-31f11d18d8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1cbf8-bde7-4ab0-914b-52189f074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944E4-4A05-4D52-AD0A-6B7BFE80A7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C7F042-2EE8-49CC-8F84-E5E5C7434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D6C39-58AF-45D5-8053-4BBEDC6D3A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e5507f-fa1b-4410-82e5-31f11d18d8b4"/>
    <ds:schemaRef ds:uri="1471cbf8-bde7-4ab0-914b-52189f0741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Briefvorlage-Schneider-Standard.dotx</Template>
  <TotalTime>0</TotalTime>
  <Pages>1</Pages>
  <Words>48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Stephan</dc:creator>
  <cp:lastModifiedBy>Koordinierungsstelle</cp:lastModifiedBy>
  <cp:revision>19</cp:revision>
  <cp:lastPrinted>2012-05-05T13:53:00Z</cp:lastPrinted>
  <dcterms:created xsi:type="dcterms:W3CDTF">2015-09-29T13:56:00Z</dcterms:created>
  <dcterms:modified xsi:type="dcterms:W3CDTF">2025-04-28T13:59:00Z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0x0101009AD201A8819A2A46BA66F5AE465FEF31</vt:lpwstr>
  </property>
</Properties>
</file>